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53D9C" w14:textId="2F9909C1" w:rsidR="006E5D65" w:rsidRPr="004775D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775D9">
        <w:rPr>
          <w:rFonts w:ascii="Times New Roman" w:hAnsi="Times New Roman"/>
          <w:b/>
          <w:bCs/>
        </w:rPr>
        <w:t xml:space="preserve">   </w:t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CD6897" w:rsidRPr="004775D9">
        <w:rPr>
          <w:rFonts w:ascii="Times New Roman" w:hAnsi="Times New Roman"/>
          <w:b/>
          <w:bCs/>
        </w:rPr>
        <w:tab/>
      </w:r>
      <w:r w:rsidR="00D8678B" w:rsidRPr="004775D9">
        <w:rPr>
          <w:rFonts w:ascii="Corbel" w:hAnsi="Corbel"/>
          <w:bCs/>
          <w:i/>
        </w:rPr>
        <w:t xml:space="preserve">Załącznik nr </w:t>
      </w:r>
      <w:r w:rsidR="006F31E2" w:rsidRPr="004775D9">
        <w:rPr>
          <w:rFonts w:ascii="Corbel" w:hAnsi="Corbel"/>
          <w:bCs/>
          <w:i/>
        </w:rPr>
        <w:t>1.5</w:t>
      </w:r>
      <w:r w:rsidR="00D8678B" w:rsidRPr="004775D9">
        <w:rPr>
          <w:rFonts w:ascii="Corbel" w:hAnsi="Corbel"/>
          <w:bCs/>
          <w:i/>
        </w:rPr>
        <w:t xml:space="preserve"> do Zarządzenia</w:t>
      </w:r>
      <w:r w:rsidR="002A22BF" w:rsidRPr="004775D9">
        <w:rPr>
          <w:rFonts w:ascii="Corbel" w:hAnsi="Corbel"/>
          <w:bCs/>
          <w:i/>
        </w:rPr>
        <w:t xml:space="preserve"> Rektora UR </w:t>
      </w:r>
      <w:r w:rsidR="00CD6897" w:rsidRPr="004775D9">
        <w:rPr>
          <w:rFonts w:ascii="Corbel" w:hAnsi="Corbel"/>
          <w:bCs/>
          <w:i/>
        </w:rPr>
        <w:t xml:space="preserve"> nr </w:t>
      </w:r>
      <w:r w:rsidR="00EB3BA5" w:rsidRPr="004775D9">
        <w:rPr>
          <w:rFonts w:ascii="Corbel" w:hAnsi="Corbel"/>
          <w:bCs/>
          <w:i/>
        </w:rPr>
        <w:t>7</w:t>
      </w:r>
      <w:r w:rsidR="00F17567" w:rsidRPr="004775D9">
        <w:rPr>
          <w:rFonts w:ascii="Corbel" w:hAnsi="Corbel"/>
          <w:bCs/>
          <w:i/>
        </w:rPr>
        <w:t>/20</w:t>
      </w:r>
      <w:r w:rsidR="00EB3BA5" w:rsidRPr="004775D9">
        <w:rPr>
          <w:rFonts w:ascii="Corbel" w:hAnsi="Corbel"/>
          <w:bCs/>
          <w:i/>
        </w:rPr>
        <w:t>23</w:t>
      </w:r>
    </w:p>
    <w:p w14:paraId="1D17FBD2" w14:textId="77777777" w:rsidR="009570D5" w:rsidRPr="004775D9" w:rsidRDefault="009570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2594CE2" w14:textId="77777777" w:rsidR="0085747A" w:rsidRPr="004775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75D9">
        <w:rPr>
          <w:rFonts w:ascii="Corbel" w:hAnsi="Corbel"/>
          <w:b/>
          <w:smallCaps/>
          <w:sz w:val="24"/>
          <w:szCs w:val="24"/>
        </w:rPr>
        <w:t>SYLABUS</w:t>
      </w:r>
    </w:p>
    <w:p w14:paraId="26E75152" w14:textId="7E50BCE2" w:rsidR="0085747A" w:rsidRPr="004775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775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775D9">
        <w:rPr>
          <w:rFonts w:ascii="Corbel" w:hAnsi="Corbel"/>
          <w:b/>
          <w:smallCaps/>
          <w:sz w:val="24"/>
          <w:szCs w:val="24"/>
        </w:rPr>
        <w:t xml:space="preserve"> </w:t>
      </w:r>
      <w:r w:rsidR="00B22E75" w:rsidRPr="004775D9">
        <w:rPr>
          <w:rFonts w:ascii="Corbel" w:hAnsi="Corbel"/>
          <w:i/>
          <w:smallCaps/>
          <w:sz w:val="24"/>
          <w:szCs w:val="24"/>
        </w:rPr>
        <w:t xml:space="preserve"> </w:t>
      </w:r>
      <w:r w:rsidR="009570D5" w:rsidRPr="004775D9">
        <w:rPr>
          <w:rFonts w:ascii="Corbel" w:hAnsi="Corbel"/>
          <w:i/>
          <w:smallCaps/>
          <w:sz w:val="24"/>
          <w:szCs w:val="24"/>
        </w:rPr>
        <w:t>2024-2027</w:t>
      </w:r>
    </w:p>
    <w:p w14:paraId="13277AC1" w14:textId="77777777" w:rsidR="0085747A" w:rsidRPr="004775D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775D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775D9">
        <w:rPr>
          <w:rFonts w:ascii="Corbel" w:hAnsi="Corbel"/>
          <w:i/>
          <w:sz w:val="20"/>
          <w:szCs w:val="20"/>
        </w:rPr>
        <w:t>(skrajne daty</w:t>
      </w:r>
      <w:r w:rsidR="0085747A" w:rsidRPr="004775D9">
        <w:rPr>
          <w:rFonts w:ascii="Corbel" w:hAnsi="Corbel"/>
          <w:sz w:val="20"/>
          <w:szCs w:val="20"/>
        </w:rPr>
        <w:t>)</w:t>
      </w:r>
    </w:p>
    <w:p w14:paraId="6C9CE7EC" w14:textId="63F45621" w:rsidR="0085747A" w:rsidRPr="004775D9" w:rsidRDefault="00445970" w:rsidP="00705F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</w:r>
      <w:r w:rsidRPr="004775D9">
        <w:rPr>
          <w:rFonts w:ascii="Corbel" w:hAnsi="Corbel"/>
          <w:sz w:val="20"/>
          <w:szCs w:val="20"/>
        </w:rPr>
        <w:tab/>
        <w:t xml:space="preserve">Rok akademicki   </w:t>
      </w:r>
      <w:r w:rsidR="00705FAF" w:rsidRPr="004775D9">
        <w:rPr>
          <w:rFonts w:ascii="Corbel" w:hAnsi="Corbel"/>
          <w:sz w:val="20"/>
          <w:szCs w:val="20"/>
        </w:rPr>
        <w:t>202</w:t>
      </w:r>
      <w:r w:rsidR="009570D5" w:rsidRPr="004775D9">
        <w:rPr>
          <w:rFonts w:ascii="Corbel" w:hAnsi="Corbel"/>
          <w:sz w:val="20"/>
          <w:szCs w:val="20"/>
        </w:rPr>
        <w:t>4</w:t>
      </w:r>
      <w:r w:rsidR="00705FAF" w:rsidRPr="004775D9">
        <w:rPr>
          <w:rFonts w:ascii="Corbel" w:hAnsi="Corbel"/>
          <w:sz w:val="20"/>
          <w:szCs w:val="20"/>
        </w:rPr>
        <w:t>/202</w:t>
      </w:r>
      <w:r w:rsidR="009570D5" w:rsidRPr="004775D9">
        <w:rPr>
          <w:rFonts w:ascii="Corbel" w:hAnsi="Corbel"/>
          <w:sz w:val="20"/>
          <w:szCs w:val="20"/>
        </w:rPr>
        <w:t>5</w:t>
      </w:r>
    </w:p>
    <w:p w14:paraId="5A7A3036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 xml:space="preserve">1. </w:t>
      </w:r>
      <w:r w:rsidR="0085747A" w:rsidRPr="004775D9">
        <w:rPr>
          <w:rFonts w:ascii="Corbel" w:hAnsi="Corbel"/>
          <w:szCs w:val="24"/>
        </w:rPr>
        <w:t xml:space="preserve">Podstawowe </w:t>
      </w:r>
      <w:r w:rsidR="00445970" w:rsidRPr="004775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75D9" w:rsidRPr="004775D9" w14:paraId="2F432F44" w14:textId="77777777" w:rsidTr="00B819C8">
        <w:tc>
          <w:tcPr>
            <w:tcW w:w="2694" w:type="dxa"/>
            <w:vAlign w:val="center"/>
          </w:tcPr>
          <w:p w14:paraId="1C985B9D" w14:textId="77777777" w:rsidR="0085747A" w:rsidRPr="004775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FF6144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informacyjne</w:t>
            </w:r>
          </w:p>
        </w:tc>
      </w:tr>
      <w:tr w:rsidR="004775D9" w:rsidRPr="004775D9" w14:paraId="215DB79F" w14:textId="77777777" w:rsidTr="00B819C8">
        <w:tc>
          <w:tcPr>
            <w:tcW w:w="2694" w:type="dxa"/>
            <w:vAlign w:val="center"/>
          </w:tcPr>
          <w:p w14:paraId="3F791B12" w14:textId="77777777" w:rsidR="0085747A" w:rsidRPr="004775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105370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---------</w:t>
            </w:r>
          </w:p>
        </w:tc>
      </w:tr>
      <w:tr w:rsidR="004775D9" w:rsidRPr="004775D9" w14:paraId="1C79C2C7" w14:textId="77777777" w:rsidTr="00B819C8">
        <w:tc>
          <w:tcPr>
            <w:tcW w:w="2694" w:type="dxa"/>
            <w:vAlign w:val="center"/>
          </w:tcPr>
          <w:p w14:paraId="235A10A0" w14:textId="02216E3E" w:rsidR="0085747A" w:rsidRPr="004775D9" w:rsidRDefault="00B22E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775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3C9700" w14:textId="77777777" w:rsidR="0085747A" w:rsidRPr="004775D9" w:rsidRDefault="005E1DBD" w:rsidP="005E1D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775D9" w:rsidRPr="004775D9" w14:paraId="007D0185" w14:textId="77777777" w:rsidTr="00B819C8">
        <w:tc>
          <w:tcPr>
            <w:tcW w:w="2694" w:type="dxa"/>
            <w:vAlign w:val="center"/>
          </w:tcPr>
          <w:p w14:paraId="063215BA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3458" w14:textId="77777777" w:rsidR="0085747A" w:rsidRPr="004775D9" w:rsidRDefault="005E1DBD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775D9" w:rsidRPr="004775D9" w14:paraId="0B6B0970" w14:textId="77777777" w:rsidTr="00B819C8">
        <w:tc>
          <w:tcPr>
            <w:tcW w:w="2694" w:type="dxa"/>
            <w:vAlign w:val="center"/>
          </w:tcPr>
          <w:p w14:paraId="56AFEDDB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44E0A6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4775D9" w:rsidRPr="004775D9" w14:paraId="24B6C91C" w14:textId="77777777" w:rsidTr="00B819C8">
        <w:tc>
          <w:tcPr>
            <w:tcW w:w="2694" w:type="dxa"/>
            <w:vAlign w:val="center"/>
          </w:tcPr>
          <w:p w14:paraId="2455CBF4" w14:textId="77777777" w:rsidR="0085747A" w:rsidRPr="004775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7E274F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775D9" w:rsidRPr="004775D9" w14:paraId="28AC436B" w14:textId="77777777" w:rsidTr="00B819C8">
        <w:tc>
          <w:tcPr>
            <w:tcW w:w="2694" w:type="dxa"/>
            <w:vAlign w:val="center"/>
          </w:tcPr>
          <w:p w14:paraId="134DEE9F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C80D20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775D9" w:rsidRPr="004775D9" w14:paraId="14CFF2BB" w14:textId="77777777" w:rsidTr="00B819C8">
        <w:tc>
          <w:tcPr>
            <w:tcW w:w="2694" w:type="dxa"/>
            <w:vAlign w:val="center"/>
          </w:tcPr>
          <w:p w14:paraId="73A31B96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6640C7" w14:textId="6F176861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A12E1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775D9" w:rsidRPr="004775D9" w14:paraId="08F8FA1D" w14:textId="77777777" w:rsidTr="00B819C8">
        <w:tc>
          <w:tcPr>
            <w:tcW w:w="2694" w:type="dxa"/>
            <w:vAlign w:val="center"/>
          </w:tcPr>
          <w:p w14:paraId="089F9AA5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775D9">
              <w:rPr>
                <w:rFonts w:ascii="Corbel" w:hAnsi="Corbel"/>
                <w:sz w:val="24"/>
                <w:szCs w:val="24"/>
              </w:rPr>
              <w:t>/y</w:t>
            </w:r>
            <w:r w:rsidRPr="004775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FC73F2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 I</w:t>
            </w:r>
            <w:r w:rsidR="00247C24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47C24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proofErr w:type="spellEnd"/>
            <w:r w:rsidR="00247C24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</w:p>
        </w:tc>
      </w:tr>
      <w:tr w:rsidR="004775D9" w:rsidRPr="004775D9" w14:paraId="38C8C529" w14:textId="77777777" w:rsidTr="00B819C8">
        <w:tc>
          <w:tcPr>
            <w:tcW w:w="2694" w:type="dxa"/>
            <w:vAlign w:val="center"/>
          </w:tcPr>
          <w:p w14:paraId="529FCCED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85883F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775D9" w:rsidRPr="004775D9" w14:paraId="705D1B1C" w14:textId="77777777" w:rsidTr="00B819C8">
        <w:tc>
          <w:tcPr>
            <w:tcW w:w="2694" w:type="dxa"/>
            <w:vAlign w:val="center"/>
          </w:tcPr>
          <w:p w14:paraId="09407B6F" w14:textId="77777777" w:rsidR="00923D7D" w:rsidRPr="004775D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CBF405" w14:textId="77777777" w:rsidR="00923D7D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775D9" w:rsidRPr="004775D9" w14:paraId="21392247" w14:textId="77777777" w:rsidTr="00B819C8">
        <w:tc>
          <w:tcPr>
            <w:tcW w:w="2694" w:type="dxa"/>
            <w:vAlign w:val="center"/>
          </w:tcPr>
          <w:p w14:paraId="3EE60353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A4E43" w14:textId="77777777" w:rsidR="0085747A" w:rsidRPr="004775D9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</w:t>
            </w:r>
            <w:r w:rsidR="006B3A13"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Pr="004775D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Marta Wrońska</w:t>
            </w:r>
          </w:p>
        </w:tc>
      </w:tr>
      <w:tr w:rsidR="004775D9" w:rsidRPr="004775D9" w14:paraId="31915DD1" w14:textId="77777777" w:rsidTr="00B819C8">
        <w:tc>
          <w:tcPr>
            <w:tcW w:w="2694" w:type="dxa"/>
            <w:vAlign w:val="center"/>
          </w:tcPr>
          <w:p w14:paraId="27E4D1A4" w14:textId="77777777" w:rsidR="0085747A" w:rsidRPr="004775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4B3DDF" w14:textId="77777777" w:rsidR="0085747A" w:rsidRPr="004775D9" w:rsidRDefault="0085747A" w:rsidP="00B8346D">
            <w:pPr>
              <w:spacing w:line="240" w:lineRule="auto"/>
            </w:pPr>
          </w:p>
        </w:tc>
      </w:tr>
    </w:tbl>
    <w:p w14:paraId="30C8F18B" w14:textId="77777777" w:rsidR="0085747A" w:rsidRPr="004775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* </w:t>
      </w:r>
      <w:r w:rsidRPr="004775D9">
        <w:rPr>
          <w:rFonts w:ascii="Corbel" w:hAnsi="Corbel"/>
          <w:i/>
          <w:sz w:val="24"/>
          <w:szCs w:val="24"/>
        </w:rPr>
        <w:t>-</w:t>
      </w:r>
      <w:r w:rsidR="00B90885" w:rsidRPr="004775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775D9">
        <w:rPr>
          <w:rFonts w:ascii="Corbel" w:hAnsi="Corbel"/>
          <w:b w:val="0"/>
          <w:sz w:val="24"/>
          <w:szCs w:val="24"/>
        </w:rPr>
        <w:t>e,</w:t>
      </w:r>
      <w:r w:rsidRPr="004775D9">
        <w:rPr>
          <w:rFonts w:ascii="Corbel" w:hAnsi="Corbel"/>
          <w:i/>
          <w:sz w:val="24"/>
          <w:szCs w:val="24"/>
        </w:rPr>
        <w:t xml:space="preserve"> </w:t>
      </w:r>
      <w:r w:rsidRPr="004775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775D9">
        <w:rPr>
          <w:rFonts w:ascii="Corbel" w:hAnsi="Corbel"/>
          <w:b w:val="0"/>
          <w:i/>
          <w:sz w:val="24"/>
          <w:szCs w:val="24"/>
        </w:rPr>
        <w:t>w Jednostce</w:t>
      </w:r>
    </w:p>
    <w:p w14:paraId="27E73A70" w14:textId="77777777" w:rsidR="00923D7D" w:rsidRPr="004775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9A577" w14:textId="77777777" w:rsidR="0085747A" w:rsidRPr="004775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>1.</w:t>
      </w:r>
      <w:r w:rsidR="00E22FBC" w:rsidRPr="004775D9">
        <w:rPr>
          <w:rFonts w:ascii="Corbel" w:hAnsi="Corbel"/>
          <w:sz w:val="24"/>
          <w:szCs w:val="24"/>
        </w:rPr>
        <w:t>1</w:t>
      </w:r>
      <w:r w:rsidRPr="004775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0DAAB6" w14:textId="77777777" w:rsidR="00923D7D" w:rsidRPr="004775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7"/>
        <w:gridCol w:w="779"/>
        <w:gridCol w:w="936"/>
        <w:gridCol w:w="794"/>
        <w:gridCol w:w="817"/>
        <w:gridCol w:w="751"/>
        <w:gridCol w:w="942"/>
        <w:gridCol w:w="1177"/>
        <w:gridCol w:w="1476"/>
      </w:tblGrid>
      <w:tr w:rsidR="004775D9" w:rsidRPr="004775D9" w14:paraId="78FE8158" w14:textId="77777777" w:rsidTr="009570D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D1ED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Semestr</w:t>
            </w:r>
          </w:p>
          <w:p w14:paraId="1334215B" w14:textId="77777777" w:rsidR="00015B8F" w:rsidRPr="004775D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(</w:t>
            </w:r>
            <w:r w:rsidR="00363F78" w:rsidRPr="004775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52A2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5D9">
              <w:rPr>
                <w:rFonts w:ascii="Corbel" w:hAnsi="Corbel"/>
                <w:szCs w:val="24"/>
              </w:rPr>
              <w:t>Wykł</w:t>
            </w:r>
            <w:proofErr w:type="spellEnd"/>
            <w:r w:rsidRPr="004775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01FF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51C0" w14:textId="369B53CB" w:rsidR="00015B8F" w:rsidRPr="004775D9" w:rsidRDefault="001D16C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 xml:space="preserve">Zaj. </w:t>
            </w:r>
            <w:proofErr w:type="spellStart"/>
            <w:r w:rsidRPr="004775D9">
              <w:rPr>
                <w:rFonts w:ascii="Corbel" w:hAnsi="Corbel"/>
                <w:szCs w:val="24"/>
              </w:rPr>
              <w:t>warszt</w:t>
            </w:r>
            <w:proofErr w:type="spellEnd"/>
            <w:r w:rsidRPr="004775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22D8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881D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5D9">
              <w:rPr>
                <w:rFonts w:ascii="Corbel" w:hAnsi="Corbel"/>
                <w:szCs w:val="24"/>
              </w:rPr>
              <w:t>Sem</w:t>
            </w:r>
            <w:proofErr w:type="spellEnd"/>
            <w:r w:rsidRPr="004775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C3F5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7EEC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5D9">
              <w:rPr>
                <w:rFonts w:ascii="Corbel" w:hAnsi="Corbel"/>
                <w:szCs w:val="24"/>
              </w:rPr>
              <w:t>Prakt</w:t>
            </w:r>
            <w:proofErr w:type="spellEnd"/>
            <w:r w:rsidRPr="004775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F34E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75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F3CB" w14:textId="77777777" w:rsidR="00015B8F" w:rsidRPr="004775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775D9">
              <w:rPr>
                <w:rFonts w:ascii="Corbel" w:hAnsi="Corbel"/>
                <w:b/>
                <w:szCs w:val="24"/>
              </w:rPr>
              <w:t>Liczba pkt</w:t>
            </w:r>
            <w:r w:rsidR="00B90885" w:rsidRPr="004775D9">
              <w:rPr>
                <w:rFonts w:ascii="Corbel" w:hAnsi="Corbel"/>
                <w:b/>
                <w:szCs w:val="24"/>
              </w:rPr>
              <w:t>.</w:t>
            </w:r>
            <w:r w:rsidRPr="004775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775D9" w14:paraId="28831B4A" w14:textId="77777777" w:rsidTr="009570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B90" w14:textId="77777777" w:rsidR="00015B8F" w:rsidRPr="004775D9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Pr="004775D9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4775D9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A10B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2C1E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61BB" w14:textId="77777777" w:rsidR="00015B8F" w:rsidRPr="004775D9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45</w:t>
            </w:r>
          </w:p>
          <w:p w14:paraId="5E373DF5" w14:textId="14C4E3F8" w:rsidR="00873A3E" w:rsidRPr="004775D9" w:rsidRDefault="00873A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CFA7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DF82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4DA7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C7D4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C06B" w14:textId="77777777" w:rsidR="00015B8F" w:rsidRPr="004775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AFBF" w14:textId="1F48C2C5" w:rsidR="00015B8F" w:rsidRPr="004775D9" w:rsidRDefault="008852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2A8017" w14:textId="77777777" w:rsidR="00923D7D" w:rsidRPr="004775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80D52F" w14:textId="77777777" w:rsidR="00923D7D" w:rsidRPr="004775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7F5C52" w14:textId="77777777" w:rsidR="0085747A" w:rsidRPr="004775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1.</w:t>
      </w:r>
      <w:r w:rsidR="00E22FBC" w:rsidRPr="004775D9">
        <w:rPr>
          <w:rFonts w:ascii="Corbel" w:hAnsi="Corbel"/>
          <w:smallCaps w:val="0"/>
          <w:szCs w:val="24"/>
        </w:rPr>
        <w:t>2</w:t>
      </w:r>
      <w:r w:rsidR="00F83B28" w:rsidRPr="004775D9">
        <w:rPr>
          <w:rFonts w:ascii="Corbel" w:hAnsi="Corbel"/>
          <w:smallCaps w:val="0"/>
          <w:szCs w:val="24"/>
        </w:rPr>
        <w:t>.</w:t>
      </w:r>
      <w:r w:rsidR="00F83B28" w:rsidRPr="004775D9">
        <w:rPr>
          <w:rFonts w:ascii="Corbel" w:hAnsi="Corbel"/>
          <w:smallCaps w:val="0"/>
          <w:szCs w:val="24"/>
        </w:rPr>
        <w:tab/>
      </w:r>
      <w:r w:rsidRPr="004775D9">
        <w:rPr>
          <w:rFonts w:ascii="Corbel" w:hAnsi="Corbel"/>
          <w:smallCaps w:val="0"/>
          <w:szCs w:val="24"/>
        </w:rPr>
        <w:t xml:space="preserve">Sposób realizacji zajęć  </w:t>
      </w:r>
    </w:p>
    <w:p w14:paraId="6A056D29" w14:textId="7AEFAB22" w:rsidR="0085747A" w:rsidRPr="004775D9" w:rsidRDefault="00A83D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75D9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4775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D39A0A6" w14:textId="30CC4079" w:rsidR="0085747A" w:rsidRPr="004775D9" w:rsidRDefault="00A83D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75D9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4775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D4E99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11B48C" w14:textId="48ACC47A" w:rsidR="00E22FBC" w:rsidRPr="004775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1.3 </w:t>
      </w:r>
      <w:r w:rsidR="00F83B28" w:rsidRPr="004775D9">
        <w:rPr>
          <w:rFonts w:ascii="Corbel" w:hAnsi="Corbel"/>
          <w:smallCaps w:val="0"/>
          <w:szCs w:val="24"/>
        </w:rPr>
        <w:tab/>
      </w:r>
      <w:r w:rsidRPr="004775D9">
        <w:rPr>
          <w:rFonts w:ascii="Corbel" w:hAnsi="Corbel"/>
          <w:smallCaps w:val="0"/>
          <w:szCs w:val="24"/>
        </w:rPr>
        <w:t>For</w:t>
      </w:r>
      <w:r w:rsidR="00445970" w:rsidRPr="004775D9">
        <w:rPr>
          <w:rFonts w:ascii="Corbel" w:hAnsi="Corbel"/>
          <w:smallCaps w:val="0"/>
          <w:szCs w:val="24"/>
        </w:rPr>
        <w:t xml:space="preserve">ma zaliczenia przedmiotu </w:t>
      </w:r>
      <w:r w:rsidRPr="004775D9">
        <w:rPr>
          <w:rFonts w:ascii="Corbel" w:hAnsi="Corbel"/>
          <w:smallCaps w:val="0"/>
          <w:szCs w:val="24"/>
        </w:rPr>
        <w:t xml:space="preserve"> (z toku) </w:t>
      </w:r>
    </w:p>
    <w:p w14:paraId="5F483A45" w14:textId="77777777" w:rsidR="000F0F6D" w:rsidRPr="004775D9" w:rsidRDefault="000F0F6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ZALICZENIE Z OCENĄ</w:t>
      </w:r>
    </w:p>
    <w:p w14:paraId="70F059FB" w14:textId="77777777" w:rsidR="009C54AE" w:rsidRPr="004775D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8E81F" w14:textId="77777777" w:rsidR="00E960BB" w:rsidRPr="004775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DC382" w14:textId="77777777" w:rsidR="00E960BB" w:rsidRPr="004775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2E75" w:rsidRPr="004775D9" w14:paraId="2E66EF37" w14:textId="77777777" w:rsidTr="00B22E75">
        <w:tc>
          <w:tcPr>
            <w:tcW w:w="9520" w:type="dxa"/>
          </w:tcPr>
          <w:p w14:paraId="3C320853" w14:textId="77777777" w:rsidR="00B22E75" w:rsidRPr="004775D9" w:rsidRDefault="00B22E75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3DF3D491" w14:textId="77777777" w:rsidR="00153C41" w:rsidRPr="004775D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2E925F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775D9">
        <w:rPr>
          <w:rFonts w:ascii="Corbel" w:hAnsi="Corbel"/>
          <w:szCs w:val="24"/>
        </w:rPr>
        <w:t>3.</w:t>
      </w:r>
      <w:r w:rsidR="0085747A" w:rsidRPr="004775D9">
        <w:rPr>
          <w:rFonts w:ascii="Corbel" w:hAnsi="Corbel"/>
          <w:szCs w:val="24"/>
        </w:rPr>
        <w:t xml:space="preserve"> </w:t>
      </w:r>
      <w:r w:rsidR="00A84C85" w:rsidRPr="004775D9">
        <w:rPr>
          <w:rFonts w:ascii="Corbel" w:hAnsi="Corbel"/>
          <w:szCs w:val="24"/>
        </w:rPr>
        <w:t>cele, efekty uczenia się</w:t>
      </w:r>
      <w:r w:rsidR="0085747A" w:rsidRPr="004775D9">
        <w:rPr>
          <w:rFonts w:ascii="Corbel" w:hAnsi="Corbel"/>
          <w:szCs w:val="24"/>
        </w:rPr>
        <w:t xml:space="preserve"> , treści Programowe i stosowane metody Dydaktyczne</w:t>
      </w:r>
    </w:p>
    <w:p w14:paraId="6BB21C3A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1D57B" w14:textId="77777777" w:rsidR="0085747A" w:rsidRPr="004775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3.1 </w:t>
      </w:r>
      <w:r w:rsidR="00C05F44" w:rsidRPr="004775D9">
        <w:rPr>
          <w:rFonts w:ascii="Corbel" w:hAnsi="Corbel"/>
          <w:sz w:val="24"/>
          <w:szCs w:val="24"/>
        </w:rPr>
        <w:t>Cele przedmiotu</w:t>
      </w:r>
    </w:p>
    <w:p w14:paraId="1A97A5A1" w14:textId="77777777" w:rsidR="00F83B28" w:rsidRPr="004775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6B9D21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4775D9" w:rsidRPr="004775D9" w14:paraId="066EDFEA" w14:textId="77777777" w:rsidTr="003B71DB">
        <w:tc>
          <w:tcPr>
            <w:tcW w:w="675" w:type="dxa"/>
            <w:vAlign w:val="center"/>
          </w:tcPr>
          <w:p w14:paraId="61BD12C5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D85F0AD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4775D9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4775D9" w:rsidRPr="004775D9" w14:paraId="4F824F65" w14:textId="77777777" w:rsidTr="003B71DB">
        <w:tc>
          <w:tcPr>
            <w:tcW w:w="675" w:type="dxa"/>
            <w:vAlign w:val="center"/>
          </w:tcPr>
          <w:p w14:paraId="6690B6EC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4775D9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8C66E4C" w14:textId="2EE3F751" w:rsidR="001835A1" w:rsidRPr="004775D9" w:rsidRDefault="001835A1" w:rsidP="00E260B5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4775D9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</w:t>
            </w:r>
            <w:r w:rsidR="00A83DDA" w:rsidRPr="004775D9">
              <w:rPr>
                <w:rFonts w:ascii="Corbel" w:hAnsi="Corbel"/>
              </w:rPr>
              <w:t xml:space="preserve">, </w:t>
            </w:r>
            <w:r w:rsidR="00A83DDA" w:rsidRPr="004775D9">
              <w:rPr>
                <w:rFonts w:ascii="Corbel" w:hAnsi="Corbel"/>
                <w:sz w:val="20"/>
              </w:rPr>
              <w:t>pamięci masowe</w:t>
            </w:r>
            <w:r w:rsidR="00A83DDA" w:rsidRPr="004775D9">
              <w:rPr>
                <w:rFonts w:ascii="Corbel" w:hAnsi="Corbel"/>
              </w:rPr>
              <w:t>).</w:t>
            </w:r>
          </w:p>
        </w:tc>
      </w:tr>
      <w:tr w:rsidR="004775D9" w:rsidRPr="004775D9" w14:paraId="35E3F07B" w14:textId="77777777" w:rsidTr="003B71DB">
        <w:tc>
          <w:tcPr>
            <w:tcW w:w="675" w:type="dxa"/>
            <w:vAlign w:val="center"/>
          </w:tcPr>
          <w:p w14:paraId="552CC436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31702263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4775D9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4775D9" w14:paraId="37132CD0" w14:textId="77777777" w:rsidTr="003B71DB">
        <w:tc>
          <w:tcPr>
            <w:tcW w:w="675" w:type="dxa"/>
            <w:vAlign w:val="center"/>
          </w:tcPr>
          <w:p w14:paraId="048D6139" w14:textId="77777777" w:rsidR="001835A1" w:rsidRPr="004775D9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775D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3ED78693" w14:textId="77777777" w:rsidR="001835A1" w:rsidRPr="004775D9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Ksz</w:t>
            </w:r>
            <w:r w:rsidR="00D557E3" w:rsidRPr="004775D9">
              <w:rPr>
                <w:rFonts w:ascii="Corbel" w:hAnsi="Corbel"/>
              </w:rPr>
              <w:t>tałtowanie i doskonalenie wiadomości</w:t>
            </w:r>
            <w:r w:rsidRPr="004775D9">
              <w:rPr>
                <w:rFonts w:ascii="Corbel" w:hAnsi="Corbel"/>
              </w:rPr>
              <w:t xml:space="preserve"> i umiejętności w zakresie: </w:t>
            </w:r>
          </w:p>
          <w:p w14:paraId="6D527816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zaawansowanych funkcji edytora tekstów,</w:t>
            </w:r>
          </w:p>
          <w:p w14:paraId="0FD5D729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korzystania z usług sieci Internet, </w:t>
            </w:r>
          </w:p>
          <w:p w14:paraId="19ABFA6B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75B28906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projektowania prezentacji multimedialnych,</w:t>
            </w:r>
          </w:p>
          <w:p w14:paraId="5D3FA72F" w14:textId="77777777" w:rsidR="001835A1" w:rsidRPr="004775D9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korzystania z platformy „e-learningowej” w procesie dydaktycznym,</w:t>
            </w:r>
          </w:p>
          <w:p w14:paraId="6A270BCC" w14:textId="77777777" w:rsidR="001835A1" w:rsidRPr="004775D9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pracy w </w:t>
            </w:r>
            <w:proofErr w:type="spellStart"/>
            <w:r w:rsidRPr="004775D9">
              <w:rPr>
                <w:rFonts w:ascii="Corbel" w:hAnsi="Corbel"/>
              </w:rPr>
              <w:t>cloud</w:t>
            </w:r>
            <w:proofErr w:type="spellEnd"/>
            <w:r w:rsidRPr="004775D9">
              <w:rPr>
                <w:rFonts w:ascii="Corbel" w:hAnsi="Corbel"/>
              </w:rPr>
              <w:t xml:space="preserve"> </w:t>
            </w:r>
            <w:proofErr w:type="spellStart"/>
            <w:r w:rsidRPr="004775D9">
              <w:rPr>
                <w:rFonts w:ascii="Corbel" w:hAnsi="Corbel"/>
              </w:rPr>
              <w:t>computing</w:t>
            </w:r>
            <w:proofErr w:type="spellEnd"/>
            <w:r w:rsidRPr="004775D9">
              <w:rPr>
                <w:rFonts w:ascii="Corbel" w:hAnsi="Corbel"/>
              </w:rPr>
              <w:t>.</w:t>
            </w:r>
          </w:p>
          <w:p w14:paraId="6DFDA797" w14:textId="345A2CF4" w:rsidR="009E4688" w:rsidRPr="004775D9" w:rsidRDefault="009E4688" w:rsidP="00C119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aspekty etyczne przy zastosowaniu </w:t>
            </w:r>
            <w:proofErr w:type="spellStart"/>
            <w:r w:rsidR="00C11902" w:rsidRPr="004775D9">
              <w:rPr>
                <w:rFonts w:ascii="Corbel" w:hAnsi="Corbel"/>
                <w:iCs/>
              </w:rPr>
              <w:t>artificial</w:t>
            </w:r>
            <w:proofErr w:type="spellEnd"/>
            <w:r w:rsidR="00C11902" w:rsidRPr="004775D9">
              <w:rPr>
                <w:rFonts w:ascii="Corbel" w:hAnsi="Corbel"/>
                <w:iCs/>
              </w:rPr>
              <w:t xml:space="preserve"> </w:t>
            </w:r>
            <w:proofErr w:type="spellStart"/>
            <w:r w:rsidR="00C11902" w:rsidRPr="004775D9">
              <w:rPr>
                <w:rFonts w:ascii="Corbel" w:hAnsi="Corbel"/>
                <w:iCs/>
              </w:rPr>
              <w:t>intelligence</w:t>
            </w:r>
            <w:proofErr w:type="spellEnd"/>
            <w:r w:rsidR="00C11902" w:rsidRPr="004775D9">
              <w:rPr>
                <w:rFonts w:ascii="Corbel" w:hAnsi="Corbel"/>
                <w:iCs/>
              </w:rPr>
              <w:t xml:space="preserve"> </w:t>
            </w:r>
            <w:r w:rsidRPr="004775D9">
              <w:rPr>
                <w:rFonts w:ascii="Corbel" w:hAnsi="Corbel"/>
              </w:rPr>
              <w:t>AI.</w:t>
            </w:r>
          </w:p>
        </w:tc>
      </w:tr>
    </w:tbl>
    <w:p w14:paraId="75AB0332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69AFD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949F45" w14:textId="77777777" w:rsidR="001835A1" w:rsidRPr="004775D9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EFF39" w14:textId="77777777" w:rsidR="00D60E73" w:rsidRPr="004775D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 xml:space="preserve">3.2 </w:t>
      </w:r>
      <w:r w:rsidR="001D7B54" w:rsidRPr="004775D9">
        <w:rPr>
          <w:rFonts w:ascii="Corbel" w:hAnsi="Corbel"/>
          <w:b/>
          <w:sz w:val="24"/>
          <w:szCs w:val="24"/>
        </w:rPr>
        <w:t xml:space="preserve">Efekty </w:t>
      </w:r>
      <w:r w:rsidR="00C05F44" w:rsidRPr="004775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775D9">
        <w:rPr>
          <w:rFonts w:ascii="Corbel" w:hAnsi="Corbel"/>
          <w:b/>
          <w:sz w:val="24"/>
          <w:szCs w:val="24"/>
        </w:rPr>
        <w:t>dla przedmiotu</w:t>
      </w:r>
      <w:r w:rsidR="00445970" w:rsidRPr="004775D9">
        <w:rPr>
          <w:rFonts w:ascii="Corbel" w:hAnsi="Corbel"/>
          <w:sz w:val="24"/>
          <w:szCs w:val="24"/>
        </w:rPr>
        <w:t xml:space="preserve"> </w:t>
      </w:r>
    </w:p>
    <w:p w14:paraId="0281E96E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775D9" w:rsidRPr="004775D9" w14:paraId="3C79244C" w14:textId="77777777" w:rsidTr="002E18E5">
        <w:tc>
          <w:tcPr>
            <w:tcW w:w="1679" w:type="dxa"/>
          </w:tcPr>
          <w:p w14:paraId="4CE4CB85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smallCaps w:val="0"/>
                <w:sz w:val="22"/>
              </w:rPr>
              <w:t>EK</w:t>
            </w: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00608DC1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132AE6D4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  <w:p w14:paraId="6FE611F4" w14:textId="77777777" w:rsidR="00D727F0" w:rsidRPr="004775D9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684BBC06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75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75D9" w:rsidRPr="004775D9" w14:paraId="11ADB556" w14:textId="77777777" w:rsidTr="002E18E5">
        <w:tc>
          <w:tcPr>
            <w:tcW w:w="1679" w:type="dxa"/>
          </w:tcPr>
          <w:p w14:paraId="0E724397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5097B260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 w:rsidRPr="004775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6A2E164" w14:textId="77777777" w:rsidR="00D60E73" w:rsidRPr="004775D9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 w:rsidRPr="004775D9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4775D9" w:rsidRPr="004775D9" w14:paraId="369F6211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6F52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6C7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FE6" w14:textId="77777777" w:rsidR="00A373A7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4775D9" w:rsidRPr="004775D9" w14:paraId="48193E7B" w14:textId="77777777" w:rsidTr="002E18E5">
        <w:tc>
          <w:tcPr>
            <w:tcW w:w="1679" w:type="dxa"/>
          </w:tcPr>
          <w:p w14:paraId="1B81F53A" w14:textId="77777777" w:rsidR="00D60E73" w:rsidRPr="004775D9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63A97DBF" w14:textId="77777777" w:rsidR="00D60E73" w:rsidRPr="004775D9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4775D9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proofErr w:type="spellStart"/>
            <w:r w:rsidRPr="004775D9">
              <w:rPr>
                <w:rFonts w:ascii="Corbel" w:hAnsi="Corbel"/>
                <w:b w:val="0"/>
                <w:smallCaps w:val="0"/>
                <w:sz w:val="22"/>
              </w:rPr>
              <w:t>lerningowej</w:t>
            </w:r>
            <w:proofErr w:type="spellEnd"/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14:paraId="7849F3C1" w14:textId="77777777" w:rsidR="00D60E73" w:rsidRPr="004775D9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F1625A" w:rsidRPr="004775D9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4775D9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AA4D8E" w:rsidRPr="004775D9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4775D9" w:rsidRPr="004775D9" w14:paraId="26CA24CF" w14:textId="77777777" w:rsidTr="002E18E5">
        <w:tc>
          <w:tcPr>
            <w:tcW w:w="1679" w:type="dxa"/>
          </w:tcPr>
          <w:p w14:paraId="0B7EC8D5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9EB462F" w14:textId="77777777" w:rsidR="00D30557" w:rsidRPr="004775D9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1F03264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4775D9" w:rsidRPr="004775D9" w14:paraId="5D6B223E" w14:textId="77777777" w:rsidTr="002E18E5">
        <w:tc>
          <w:tcPr>
            <w:tcW w:w="1679" w:type="dxa"/>
          </w:tcPr>
          <w:p w14:paraId="33F2E40E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0823B22C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5C770797" w14:textId="77777777" w:rsidR="00D60E73" w:rsidRPr="004775D9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4775D9" w14:paraId="1F5959EE" w14:textId="77777777" w:rsidTr="002E18E5">
        <w:tc>
          <w:tcPr>
            <w:tcW w:w="1679" w:type="dxa"/>
          </w:tcPr>
          <w:p w14:paraId="720D7E0F" w14:textId="77777777" w:rsidR="00D60E73" w:rsidRPr="004775D9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0AAA07FA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800C57B" w14:textId="77777777" w:rsidR="00D60E73" w:rsidRPr="004775D9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10A4DA5A" w14:textId="77777777" w:rsidR="00D60E73" w:rsidRPr="004775D9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BD1E2" w14:textId="77777777" w:rsidR="00D60E73" w:rsidRPr="004775D9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F9D73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81027" w14:textId="77777777" w:rsidR="00D60E73" w:rsidRPr="004775D9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09E08" w14:textId="77777777" w:rsidR="0085747A" w:rsidRPr="004775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>3.3</w:t>
      </w:r>
      <w:r w:rsidR="001D7B54" w:rsidRPr="004775D9">
        <w:rPr>
          <w:rFonts w:ascii="Corbel" w:hAnsi="Corbel"/>
          <w:b/>
          <w:sz w:val="24"/>
          <w:szCs w:val="24"/>
        </w:rPr>
        <w:t xml:space="preserve"> </w:t>
      </w:r>
      <w:r w:rsidR="0085747A" w:rsidRPr="004775D9">
        <w:rPr>
          <w:rFonts w:ascii="Corbel" w:hAnsi="Corbel"/>
          <w:b/>
          <w:sz w:val="24"/>
          <w:szCs w:val="24"/>
        </w:rPr>
        <w:t>T</w:t>
      </w:r>
      <w:r w:rsidR="001D7B54" w:rsidRPr="004775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775D9">
        <w:rPr>
          <w:rFonts w:ascii="Corbel" w:hAnsi="Corbel"/>
          <w:sz w:val="24"/>
          <w:szCs w:val="24"/>
        </w:rPr>
        <w:t xml:space="preserve">  </w:t>
      </w:r>
    </w:p>
    <w:p w14:paraId="512B6808" w14:textId="77777777" w:rsidR="0085747A" w:rsidRPr="004775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 xml:space="preserve">Problematyka wykładu </w:t>
      </w:r>
    </w:p>
    <w:p w14:paraId="0942CD8E" w14:textId="77777777" w:rsidR="00675843" w:rsidRPr="004775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5D9" w:rsidRPr="004775D9" w14:paraId="0D77E457" w14:textId="77777777" w:rsidTr="00923D7D">
        <w:tc>
          <w:tcPr>
            <w:tcW w:w="9639" w:type="dxa"/>
          </w:tcPr>
          <w:p w14:paraId="62D48179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75D9" w:rsidRPr="004775D9" w14:paraId="768C1434" w14:textId="77777777" w:rsidTr="00923D7D">
        <w:tc>
          <w:tcPr>
            <w:tcW w:w="9639" w:type="dxa"/>
          </w:tcPr>
          <w:p w14:paraId="4B7F87DD" w14:textId="77777777" w:rsidR="0085747A" w:rsidRPr="004775D9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4775D9" w:rsidRPr="004775D9" w14:paraId="73A7F038" w14:textId="77777777" w:rsidTr="00923D7D">
        <w:tc>
          <w:tcPr>
            <w:tcW w:w="9639" w:type="dxa"/>
          </w:tcPr>
          <w:p w14:paraId="76F016CF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775D9" w14:paraId="75B43FAE" w14:textId="77777777" w:rsidTr="00923D7D">
        <w:tc>
          <w:tcPr>
            <w:tcW w:w="9639" w:type="dxa"/>
          </w:tcPr>
          <w:p w14:paraId="0CB77947" w14:textId="77777777" w:rsidR="0085747A" w:rsidRPr="004775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FBDA78" w14:textId="77777777" w:rsidR="0085747A" w:rsidRPr="004775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F8E292" w14:textId="77777777" w:rsidR="0085747A" w:rsidRPr="004775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775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775D9">
        <w:rPr>
          <w:rFonts w:ascii="Corbel" w:hAnsi="Corbel"/>
          <w:sz w:val="24"/>
          <w:szCs w:val="24"/>
        </w:rPr>
        <w:t xml:space="preserve">, </w:t>
      </w:r>
      <w:r w:rsidRPr="004775D9">
        <w:rPr>
          <w:rFonts w:ascii="Corbel" w:hAnsi="Corbel"/>
          <w:sz w:val="24"/>
          <w:szCs w:val="24"/>
        </w:rPr>
        <w:t xml:space="preserve">zajęć praktycznych </w:t>
      </w:r>
    </w:p>
    <w:p w14:paraId="6D18BE9F" w14:textId="77777777" w:rsidR="0085747A" w:rsidRPr="004775D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955D3D1" w14:textId="77777777" w:rsidR="00D2243F" w:rsidRPr="004775D9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5D9" w:rsidRPr="004775D9" w14:paraId="0BE5FFA6" w14:textId="77777777" w:rsidTr="00D2243F">
        <w:tc>
          <w:tcPr>
            <w:tcW w:w="9520" w:type="dxa"/>
          </w:tcPr>
          <w:p w14:paraId="1CABF516" w14:textId="77777777" w:rsidR="00D2243F" w:rsidRPr="004775D9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Treści merytoryczne</w:t>
            </w:r>
          </w:p>
        </w:tc>
      </w:tr>
      <w:tr w:rsidR="004775D9" w:rsidRPr="004775D9" w14:paraId="7044F64B" w14:textId="77777777" w:rsidTr="00D2243F">
        <w:tc>
          <w:tcPr>
            <w:tcW w:w="9520" w:type="dxa"/>
          </w:tcPr>
          <w:p w14:paraId="118D2EB1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 w:rsidRPr="004775D9">
              <w:rPr>
                <w:rFonts w:ascii="Corbel" w:hAnsi="Corbel"/>
              </w:rPr>
              <w:t>;</w:t>
            </w:r>
          </w:p>
        </w:tc>
      </w:tr>
      <w:tr w:rsidR="004775D9" w:rsidRPr="004775D9" w14:paraId="2361B7AF" w14:textId="77777777" w:rsidTr="00D2243F">
        <w:tc>
          <w:tcPr>
            <w:tcW w:w="9520" w:type="dxa"/>
          </w:tcPr>
          <w:p w14:paraId="20A98BB7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4775D9" w:rsidRPr="004775D9" w14:paraId="3864BC28" w14:textId="77777777" w:rsidTr="00D2243F">
        <w:tc>
          <w:tcPr>
            <w:tcW w:w="9520" w:type="dxa"/>
          </w:tcPr>
          <w:p w14:paraId="76D083FF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4775D9" w:rsidRPr="004775D9" w14:paraId="2674275C" w14:textId="77777777" w:rsidTr="00D2243F">
        <w:tc>
          <w:tcPr>
            <w:tcW w:w="9520" w:type="dxa"/>
          </w:tcPr>
          <w:p w14:paraId="0B932160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4775D9" w:rsidRPr="004775D9" w14:paraId="6ED7A158" w14:textId="77777777" w:rsidTr="00D2243F">
        <w:tc>
          <w:tcPr>
            <w:tcW w:w="9520" w:type="dxa"/>
          </w:tcPr>
          <w:p w14:paraId="5116B2D6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4775D9" w:rsidRPr="004775D9" w14:paraId="2AE1F0C6" w14:textId="77777777" w:rsidTr="00D2243F">
        <w:tc>
          <w:tcPr>
            <w:tcW w:w="9520" w:type="dxa"/>
          </w:tcPr>
          <w:p w14:paraId="6155927F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Korespondencja seryjna, formularze elektroniczne;</w:t>
            </w:r>
          </w:p>
        </w:tc>
      </w:tr>
      <w:tr w:rsidR="004775D9" w:rsidRPr="004775D9" w14:paraId="4F8EDF2A" w14:textId="77777777" w:rsidTr="00D2243F">
        <w:tc>
          <w:tcPr>
            <w:tcW w:w="9520" w:type="dxa"/>
          </w:tcPr>
          <w:p w14:paraId="38DE9F37" w14:textId="77777777" w:rsidR="00D2243F" w:rsidRPr="004775D9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4775D9" w:rsidRPr="004775D9" w14:paraId="1D2D636B" w14:textId="77777777" w:rsidTr="00D2243F">
        <w:tc>
          <w:tcPr>
            <w:tcW w:w="9520" w:type="dxa"/>
          </w:tcPr>
          <w:p w14:paraId="37143476" w14:textId="77777777" w:rsidR="00D2243F" w:rsidRPr="004775D9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Recenzowanie dokumentów;</w:t>
            </w:r>
          </w:p>
        </w:tc>
      </w:tr>
      <w:tr w:rsidR="004775D9" w:rsidRPr="004775D9" w14:paraId="01B03D8D" w14:textId="77777777" w:rsidTr="00D2243F">
        <w:tc>
          <w:tcPr>
            <w:tcW w:w="9520" w:type="dxa"/>
          </w:tcPr>
          <w:p w14:paraId="714BBD76" w14:textId="17131314" w:rsidR="00D2243F" w:rsidRPr="004775D9" w:rsidRDefault="00D2243F" w:rsidP="00BA4404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Podstawy usług sieci Internet – WWW, praca w </w:t>
            </w:r>
            <w:proofErr w:type="spellStart"/>
            <w:r w:rsidRPr="004775D9">
              <w:rPr>
                <w:rFonts w:ascii="Corbel" w:hAnsi="Corbel"/>
              </w:rPr>
              <w:t>cloud</w:t>
            </w:r>
            <w:proofErr w:type="spellEnd"/>
            <w:r w:rsidRPr="004775D9">
              <w:rPr>
                <w:rFonts w:ascii="Corbel" w:hAnsi="Corbel"/>
              </w:rPr>
              <w:t xml:space="preserve"> </w:t>
            </w:r>
            <w:proofErr w:type="spellStart"/>
            <w:r w:rsidR="00EF06CA" w:rsidRPr="004775D9">
              <w:rPr>
                <w:rFonts w:ascii="Corbel" w:hAnsi="Corbel"/>
              </w:rPr>
              <w:t>computing</w:t>
            </w:r>
            <w:proofErr w:type="spellEnd"/>
            <w:r w:rsidR="00BA4404" w:rsidRPr="004775D9">
              <w:rPr>
                <w:rFonts w:ascii="Corbel" w:hAnsi="Corbel"/>
              </w:rPr>
              <w:t xml:space="preserve">, </w:t>
            </w:r>
            <w:r w:rsidR="00BA4404" w:rsidRPr="004775D9">
              <w:rPr>
                <w:rFonts w:ascii="Corbel" w:hAnsi="Corbel"/>
                <w:u w:val="single"/>
              </w:rPr>
              <w:t xml:space="preserve">sztuczna inteligencja </w:t>
            </w:r>
            <w:proofErr w:type="spellStart"/>
            <w:r w:rsidR="00BA4404" w:rsidRPr="004775D9">
              <w:rPr>
                <w:rFonts w:ascii="Corbel" w:hAnsi="Corbel"/>
                <w:u w:val="single"/>
              </w:rPr>
              <w:t>ChatGPT</w:t>
            </w:r>
            <w:proofErr w:type="spellEnd"/>
            <w:r w:rsidR="00BA4404" w:rsidRPr="004775D9">
              <w:rPr>
                <w:rFonts w:ascii="Corbel" w:hAnsi="Corbel"/>
                <w:u w:val="single"/>
              </w:rPr>
              <w:t xml:space="preserve">, </w:t>
            </w:r>
            <w:proofErr w:type="spellStart"/>
            <w:r w:rsidR="00BA4404" w:rsidRPr="004775D9">
              <w:rPr>
                <w:rFonts w:ascii="Corbel" w:hAnsi="Corbel"/>
                <w:u w:val="single"/>
              </w:rPr>
              <w:t>Copilot</w:t>
            </w:r>
            <w:proofErr w:type="spellEnd"/>
            <w:r w:rsidR="00BA4404" w:rsidRPr="004775D9">
              <w:rPr>
                <w:rFonts w:ascii="Corbel" w:hAnsi="Corbel"/>
              </w:rPr>
              <w:t>, ,</w:t>
            </w:r>
            <w:r w:rsidR="00BA4404" w:rsidRPr="004775D9">
              <w:rPr>
                <w:rFonts w:ascii="Corbel" w:hAnsi="Corbel"/>
                <w:u w:val="single"/>
              </w:rPr>
              <w:t xml:space="preserve"> </w:t>
            </w:r>
            <w:r w:rsidR="00BA4404" w:rsidRPr="004775D9">
              <w:rPr>
                <w:rFonts w:ascii="Corbel" w:hAnsi="Corbel"/>
              </w:rPr>
              <w:t>aspekty etyczne przy zastawaniu AI.</w:t>
            </w:r>
          </w:p>
        </w:tc>
      </w:tr>
      <w:tr w:rsidR="004775D9" w:rsidRPr="004775D9" w14:paraId="6C616F95" w14:textId="77777777" w:rsidTr="00D2243F">
        <w:tc>
          <w:tcPr>
            <w:tcW w:w="9520" w:type="dxa"/>
          </w:tcPr>
          <w:p w14:paraId="6135EA11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4775D9" w:rsidRPr="004775D9" w14:paraId="0C506B6C" w14:textId="77777777" w:rsidTr="00D2243F">
        <w:tc>
          <w:tcPr>
            <w:tcW w:w="9520" w:type="dxa"/>
          </w:tcPr>
          <w:p w14:paraId="71029D10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Projekt i wykonanie prezentacji multimedialnej;</w:t>
            </w:r>
          </w:p>
        </w:tc>
      </w:tr>
      <w:tr w:rsidR="004775D9" w:rsidRPr="004775D9" w14:paraId="1DBCB023" w14:textId="77777777" w:rsidTr="00D2243F">
        <w:tc>
          <w:tcPr>
            <w:tcW w:w="9520" w:type="dxa"/>
          </w:tcPr>
          <w:p w14:paraId="0435C469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4775D9" w:rsidRPr="004775D9" w14:paraId="124D7B75" w14:textId="77777777" w:rsidTr="00D2243F">
        <w:tc>
          <w:tcPr>
            <w:tcW w:w="9520" w:type="dxa"/>
          </w:tcPr>
          <w:p w14:paraId="6ABDE6D5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Funkcja: </w:t>
            </w:r>
            <w:r w:rsidRPr="004775D9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4775D9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4775D9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4775D9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4775D9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D2243F" w:rsidRPr="004775D9" w14:paraId="4B775B21" w14:textId="77777777" w:rsidTr="00D2243F">
        <w:tc>
          <w:tcPr>
            <w:tcW w:w="9520" w:type="dxa"/>
          </w:tcPr>
          <w:p w14:paraId="4185F791" w14:textId="77777777" w:rsidR="00D2243F" w:rsidRPr="004775D9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Łączenie funkcji ze sobą – wielokrotna funkcja </w:t>
            </w:r>
            <w:r w:rsidRPr="004775D9">
              <w:rPr>
                <w:rFonts w:ascii="Corbel" w:hAnsi="Corbel"/>
                <w:i/>
                <w:iCs/>
              </w:rPr>
              <w:t>Jeżeli</w:t>
            </w:r>
            <w:r w:rsidRPr="004775D9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3CEFD894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548C91" w14:textId="77777777" w:rsidR="0085747A" w:rsidRPr="004775D9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>3.4 Metody dydaktyczne</w:t>
      </w:r>
      <w:r w:rsidRPr="004775D9">
        <w:rPr>
          <w:rFonts w:ascii="Corbel" w:hAnsi="Corbel"/>
          <w:b w:val="0"/>
          <w:smallCaps w:val="0"/>
          <w:szCs w:val="24"/>
        </w:rPr>
        <w:t xml:space="preserve"> </w:t>
      </w:r>
    </w:p>
    <w:p w14:paraId="3EA1789C" w14:textId="77777777" w:rsidR="00E960BB" w:rsidRPr="004775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9CBBA8" w14:textId="77777777" w:rsidR="00D2243F" w:rsidRPr="004775D9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 w:rsidRPr="004775D9">
        <w:rPr>
          <w:b w:val="0"/>
          <w:smallCaps w:val="0"/>
          <w:sz w:val="22"/>
        </w:rPr>
        <w:t>Ćwiczenia praktyczne realizowane w pracowni komputerowej, wykorzystanie platformy e-learningowej „Eureka”</w:t>
      </w:r>
    </w:p>
    <w:p w14:paraId="3ED804B5" w14:textId="77777777" w:rsidR="00E960BB" w:rsidRPr="004775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396415" w14:textId="77777777" w:rsidR="0023412D" w:rsidRPr="004775D9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12251" w14:textId="77777777" w:rsidR="0023412D" w:rsidRPr="004775D9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E491A" w14:textId="77777777" w:rsidR="0085747A" w:rsidRPr="004775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 </w:t>
      </w:r>
      <w:r w:rsidR="0085747A" w:rsidRPr="004775D9">
        <w:rPr>
          <w:rFonts w:ascii="Corbel" w:hAnsi="Corbel"/>
          <w:smallCaps w:val="0"/>
          <w:szCs w:val="24"/>
        </w:rPr>
        <w:t>METODY I KRYTERIA OCENY</w:t>
      </w:r>
      <w:r w:rsidR="009F4610" w:rsidRPr="004775D9">
        <w:rPr>
          <w:rFonts w:ascii="Corbel" w:hAnsi="Corbel"/>
          <w:smallCaps w:val="0"/>
          <w:szCs w:val="24"/>
        </w:rPr>
        <w:t xml:space="preserve"> </w:t>
      </w:r>
    </w:p>
    <w:p w14:paraId="06576435" w14:textId="77777777" w:rsidR="00923D7D" w:rsidRPr="004775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FF2C" w14:textId="77777777" w:rsidR="0085747A" w:rsidRPr="004775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775D9">
        <w:rPr>
          <w:rFonts w:ascii="Corbel" w:hAnsi="Corbel"/>
          <w:smallCaps w:val="0"/>
          <w:szCs w:val="24"/>
        </w:rPr>
        <w:t>uczenia się</w:t>
      </w:r>
    </w:p>
    <w:p w14:paraId="1E69247C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775D9" w:rsidRPr="004775D9" w14:paraId="64D7CB05" w14:textId="77777777" w:rsidTr="00C05F44">
        <w:tc>
          <w:tcPr>
            <w:tcW w:w="1985" w:type="dxa"/>
            <w:vAlign w:val="center"/>
          </w:tcPr>
          <w:p w14:paraId="42A9794C" w14:textId="77777777" w:rsidR="0085747A" w:rsidRPr="004775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9F20B0" w14:textId="77777777" w:rsidR="0085747A" w:rsidRPr="004775D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4775D9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45B5F619" w14:textId="77777777" w:rsidR="0085747A" w:rsidRPr="004775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775D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AF0827" w14:textId="77777777" w:rsidR="00923D7D" w:rsidRPr="004775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8AFAA" w14:textId="77777777" w:rsidR="0085747A" w:rsidRPr="004775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75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75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75D9" w:rsidRPr="004775D9" w14:paraId="42C988D1" w14:textId="77777777" w:rsidTr="00C05F44">
        <w:tc>
          <w:tcPr>
            <w:tcW w:w="1985" w:type="dxa"/>
          </w:tcPr>
          <w:p w14:paraId="45947CD9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775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775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C86583C" w14:textId="77777777" w:rsidR="0085747A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8F3F9F8" w14:textId="77777777" w:rsidR="0085747A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3456DD40" w14:textId="77777777" w:rsidTr="00C05F44">
        <w:tc>
          <w:tcPr>
            <w:tcW w:w="1985" w:type="dxa"/>
          </w:tcPr>
          <w:p w14:paraId="48929F27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3BF08438" w14:textId="77777777" w:rsidR="0085747A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150D2526" w14:textId="77777777" w:rsidR="0085747A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60DE74CB" w14:textId="77777777" w:rsidTr="004C0E7C">
        <w:trPr>
          <w:trHeight w:val="153"/>
        </w:trPr>
        <w:tc>
          <w:tcPr>
            <w:tcW w:w="1985" w:type="dxa"/>
          </w:tcPr>
          <w:p w14:paraId="0372ADCE" w14:textId="77777777" w:rsidR="0023412D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826B3C" w14:textId="77777777" w:rsidR="0023412D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58CDDD" w14:textId="77777777" w:rsidR="0023412D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2E3BC2E8" w14:textId="77777777" w:rsidTr="00C05F44">
        <w:tc>
          <w:tcPr>
            <w:tcW w:w="1985" w:type="dxa"/>
          </w:tcPr>
          <w:p w14:paraId="513383F6" w14:textId="77777777" w:rsidR="0023412D" w:rsidRPr="004775D9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405A43A4" w14:textId="77777777" w:rsidR="0023412D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61E1CB29" w14:textId="77777777" w:rsidR="0023412D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775D9" w:rsidRPr="004775D9" w14:paraId="674AE5A4" w14:textId="77777777" w:rsidTr="00C05F44">
        <w:tc>
          <w:tcPr>
            <w:tcW w:w="1985" w:type="dxa"/>
          </w:tcPr>
          <w:p w14:paraId="45B0FE0C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0EDBF1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7F186E42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4775D9" w14:paraId="3519A7B6" w14:textId="77777777" w:rsidTr="00C05F44">
        <w:tc>
          <w:tcPr>
            <w:tcW w:w="1985" w:type="dxa"/>
          </w:tcPr>
          <w:p w14:paraId="3F58B499" w14:textId="77777777" w:rsidR="004C0E7C" w:rsidRPr="004775D9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9151A43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499D5D86" w14:textId="77777777" w:rsidR="004C0E7C" w:rsidRPr="004775D9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5D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43B647" w14:textId="77777777" w:rsidR="00923D7D" w:rsidRPr="004775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48E5F" w14:textId="77777777" w:rsidR="0023412D" w:rsidRPr="004775D9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C69E6A" w14:textId="77777777" w:rsidR="0023412D" w:rsidRPr="004775D9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8226D" w14:textId="77777777" w:rsidR="0085747A" w:rsidRPr="004775D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4.2 </w:t>
      </w:r>
      <w:r w:rsidR="0085747A" w:rsidRPr="004775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775D9">
        <w:rPr>
          <w:rFonts w:ascii="Corbel" w:hAnsi="Corbel"/>
          <w:smallCaps w:val="0"/>
          <w:szCs w:val="24"/>
        </w:rPr>
        <w:t xml:space="preserve"> </w:t>
      </w:r>
    </w:p>
    <w:p w14:paraId="3E0D61E0" w14:textId="77777777" w:rsidR="00EE2F50" w:rsidRPr="004775D9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270A3A5" w14:textId="77777777" w:rsidR="00923D7D" w:rsidRPr="004775D9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75D9" w14:paraId="48087317" w14:textId="77777777" w:rsidTr="00923D7D">
        <w:tc>
          <w:tcPr>
            <w:tcW w:w="9670" w:type="dxa"/>
          </w:tcPr>
          <w:p w14:paraId="5642BF8A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BAFFBA" w14:textId="77777777" w:rsidR="00923D7D" w:rsidRPr="004775D9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4775D9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4775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F1604D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3422C9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1BEF" w14:textId="77777777" w:rsidR="009F4610" w:rsidRPr="004775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75D9">
        <w:rPr>
          <w:rFonts w:ascii="Corbel" w:hAnsi="Corbel"/>
          <w:b/>
          <w:sz w:val="24"/>
          <w:szCs w:val="24"/>
        </w:rPr>
        <w:t xml:space="preserve">5. </w:t>
      </w:r>
      <w:r w:rsidR="00C61DC5" w:rsidRPr="004775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679263" w14:textId="77777777" w:rsidR="0085747A" w:rsidRPr="004775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775D9" w:rsidRPr="004775D9" w14:paraId="460338BA" w14:textId="77777777" w:rsidTr="003E1941">
        <w:tc>
          <w:tcPr>
            <w:tcW w:w="4962" w:type="dxa"/>
            <w:vAlign w:val="center"/>
          </w:tcPr>
          <w:p w14:paraId="0167D5D5" w14:textId="77777777" w:rsidR="0085747A" w:rsidRPr="004775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775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75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82F525" w14:textId="77777777" w:rsidR="0085747A" w:rsidRPr="004775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775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77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75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775D9" w:rsidRPr="004775D9" w14:paraId="53770E01" w14:textId="77777777" w:rsidTr="00923D7D">
        <w:tc>
          <w:tcPr>
            <w:tcW w:w="4962" w:type="dxa"/>
          </w:tcPr>
          <w:p w14:paraId="04A403F7" w14:textId="7A45E313" w:rsidR="0085747A" w:rsidRPr="004775D9" w:rsidRDefault="00C61DC5" w:rsidP="00EB3B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G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4775D9">
              <w:t>z</w:t>
            </w:r>
            <w:r w:rsidR="009C1331" w:rsidRPr="004775D9">
              <w:t> </w:t>
            </w:r>
            <w:r w:rsidR="0045729E" w:rsidRPr="004775D9">
              <w:t>harmonogramu</w:t>
            </w:r>
            <w:r w:rsidR="0085747A" w:rsidRPr="004775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775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775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338C1FF" w14:textId="77777777" w:rsidR="0085747A" w:rsidRPr="004775D9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775D9" w:rsidRPr="004775D9" w14:paraId="433CE23F" w14:textId="77777777" w:rsidTr="00923D7D">
        <w:tc>
          <w:tcPr>
            <w:tcW w:w="4962" w:type="dxa"/>
          </w:tcPr>
          <w:p w14:paraId="19612950" w14:textId="77777777" w:rsidR="007940E4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775D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 w:rsidRPr="004775D9">
              <w:rPr>
                <w:rFonts w:ascii="Corbel" w:hAnsi="Corbel"/>
                <w:sz w:val="24"/>
                <w:szCs w:val="24"/>
              </w:rPr>
              <w:t>:</w:t>
            </w:r>
          </w:p>
          <w:p w14:paraId="3F7A9996" w14:textId="77777777" w:rsidR="007940E4" w:rsidRPr="004775D9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75D9">
              <w:rPr>
                <w:rFonts w:ascii="Corbel" w:hAnsi="Corbel"/>
                <w:sz w:val="24"/>
                <w:szCs w:val="24"/>
              </w:rPr>
              <w:t>ud</w:t>
            </w:r>
            <w:r w:rsidR="003646F9" w:rsidRPr="004775D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5D62D9D2" w14:textId="77777777" w:rsidR="00C61DC5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44B2E52" w14:textId="7A0595B1" w:rsidR="007940E4" w:rsidRPr="004775D9" w:rsidRDefault="00FB2D92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75D9" w:rsidRPr="004775D9" w14:paraId="1DDB1C52" w14:textId="77777777" w:rsidTr="00923D7D">
        <w:tc>
          <w:tcPr>
            <w:tcW w:w="4962" w:type="dxa"/>
          </w:tcPr>
          <w:p w14:paraId="11C0584A" w14:textId="77777777" w:rsidR="0071620A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75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75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 w:rsidRPr="004775D9">
              <w:rPr>
                <w:rFonts w:ascii="Corbel" w:hAnsi="Corbel"/>
                <w:sz w:val="24"/>
                <w:szCs w:val="24"/>
              </w:rPr>
              <w:t>:</w:t>
            </w:r>
          </w:p>
          <w:p w14:paraId="1B07DAB6" w14:textId="77777777" w:rsidR="003646F9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175E4B11" w14:textId="77777777" w:rsidR="00C61DC5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7728194" w14:textId="77777777" w:rsidR="003646F9" w:rsidRPr="004775D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EE1B94C" w14:textId="77777777" w:rsidR="00C61DC5" w:rsidRPr="004775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48E6ABB" w14:textId="77777777" w:rsidR="00A645A4" w:rsidRPr="004775D9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A164C4" w14:textId="687755C1" w:rsidR="00A645A4" w:rsidRPr="004775D9" w:rsidRDefault="00B22E75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</w:t>
            </w:r>
            <w:r w:rsidR="00B95F4B" w:rsidRPr="004775D9">
              <w:rPr>
                <w:rFonts w:ascii="Corbel" w:hAnsi="Corbel"/>
                <w:sz w:val="24"/>
                <w:szCs w:val="24"/>
              </w:rPr>
              <w:t>5</w:t>
            </w:r>
          </w:p>
          <w:p w14:paraId="28A3B56E" w14:textId="3BC8D9DE" w:rsidR="00A645A4" w:rsidRPr="004775D9" w:rsidRDefault="00B95F4B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15</w:t>
            </w:r>
          </w:p>
          <w:p w14:paraId="2B740B1D" w14:textId="3F6BD772" w:rsidR="00A645A4" w:rsidRPr="004775D9" w:rsidRDefault="00FB2D92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5D9" w:rsidRPr="004775D9" w14:paraId="3D642980" w14:textId="77777777" w:rsidTr="00923D7D">
        <w:tc>
          <w:tcPr>
            <w:tcW w:w="4962" w:type="dxa"/>
          </w:tcPr>
          <w:p w14:paraId="79DA45E2" w14:textId="77777777" w:rsidR="0085747A" w:rsidRPr="004775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B7F5F9" w14:textId="0DF8A862" w:rsidR="0085747A" w:rsidRPr="004775D9" w:rsidRDefault="00B95F4B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775D9" w:rsidRPr="004775D9" w14:paraId="3B71EF38" w14:textId="77777777" w:rsidTr="00923D7D">
        <w:tc>
          <w:tcPr>
            <w:tcW w:w="4962" w:type="dxa"/>
          </w:tcPr>
          <w:p w14:paraId="4698D763" w14:textId="77777777" w:rsidR="0085747A" w:rsidRPr="004775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775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8BBA2B" w14:textId="42FC0141" w:rsidR="0085747A" w:rsidRPr="004775D9" w:rsidRDefault="008852DF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5D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CF30AE4" w14:textId="77777777" w:rsidR="0085747A" w:rsidRPr="004775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775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775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49C" w14:textId="77777777" w:rsidR="003646F9" w:rsidRPr="004775D9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252FEF7" w14:textId="77777777" w:rsidR="003E1941" w:rsidRPr="004775D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BF87D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89414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656D61" w14:textId="77777777" w:rsidR="00C919BC" w:rsidRPr="004775D9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1D8DC" w14:textId="77777777" w:rsidR="0085747A" w:rsidRPr="004775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6. </w:t>
      </w:r>
      <w:r w:rsidR="0085747A" w:rsidRPr="004775D9">
        <w:rPr>
          <w:rFonts w:ascii="Corbel" w:hAnsi="Corbel"/>
          <w:smallCaps w:val="0"/>
          <w:szCs w:val="24"/>
        </w:rPr>
        <w:t>PRAKTYKI ZAWO</w:t>
      </w:r>
      <w:r w:rsidR="009C1331" w:rsidRPr="004775D9">
        <w:rPr>
          <w:rFonts w:ascii="Corbel" w:hAnsi="Corbel"/>
          <w:smallCaps w:val="0"/>
          <w:szCs w:val="24"/>
        </w:rPr>
        <w:t>DOWE W RAMACH PRZEDMIOTU</w:t>
      </w:r>
    </w:p>
    <w:p w14:paraId="398959B9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75D9" w:rsidRPr="004775D9" w14:paraId="65B3BF99" w14:textId="77777777" w:rsidTr="0071620A">
        <w:trPr>
          <w:trHeight w:val="397"/>
        </w:trPr>
        <w:tc>
          <w:tcPr>
            <w:tcW w:w="3544" w:type="dxa"/>
          </w:tcPr>
          <w:p w14:paraId="6543D3F7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2788B0" w14:textId="77777777" w:rsidR="0085747A" w:rsidRPr="004775D9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  <w:tr w:rsidR="0085747A" w:rsidRPr="004775D9" w14:paraId="6302F714" w14:textId="77777777" w:rsidTr="0071620A">
        <w:trPr>
          <w:trHeight w:val="397"/>
        </w:trPr>
        <w:tc>
          <w:tcPr>
            <w:tcW w:w="3544" w:type="dxa"/>
          </w:tcPr>
          <w:p w14:paraId="3BCA2D92" w14:textId="77777777" w:rsidR="0085747A" w:rsidRPr="004775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42FD79" w14:textId="77777777" w:rsidR="0085747A" w:rsidRPr="004775D9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5D9"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03CD983B" w14:textId="77777777" w:rsidR="003E1941" w:rsidRPr="004775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55BA5F" w14:textId="77777777" w:rsidR="0085747A" w:rsidRPr="004775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5D9">
        <w:rPr>
          <w:rFonts w:ascii="Corbel" w:hAnsi="Corbel"/>
          <w:smallCaps w:val="0"/>
          <w:szCs w:val="24"/>
        </w:rPr>
        <w:t xml:space="preserve">7. </w:t>
      </w:r>
      <w:r w:rsidR="0085747A" w:rsidRPr="004775D9">
        <w:rPr>
          <w:rFonts w:ascii="Corbel" w:hAnsi="Corbel"/>
          <w:smallCaps w:val="0"/>
          <w:szCs w:val="24"/>
        </w:rPr>
        <w:t>LITERATURA</w:t>
      </w:r>
      <w:r w:rsidRPr="004775D9">
        <w:rPr>
          <w:rFonts w:ascii="Corbel" w:hAnsi="Corbel"/>
          <w:smallCaps w:val="0"/>
          <w:szCs w:val="24"/>
        </w:rPr>
        <w:t xml:space="preserve"> </w:t>
      </w:r>
    </w:p>
    <w:p w14:paraId="50DB850F" w14:textId="77777777" w:rsidR="00675843" w:rsidRPr="004775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75D9" w:rsidRPr="004775D9" w14:paraId="50B228AA" w14:textId="77777777" w:rsidTr="00AD3FE4">
        <w:tc>
          <w:tcPr>
            <w:tcW w:w="7513" w:type="dxa"/>
          </w:tcPr>
          <w:p w14:paraId="108C7349" w14:textId="77777777" w:rsidR="00AD3FE4" w:rsidRPr="004775D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4775D9">
              <w:rPr>
                <w:rFonts w:ascii="Corbel" w:hAnsi="Corbel"/>
                <w:smallCaps/>
              </w:rPr>
              <w:lastRenderedPageBreak/>
              <w:t>Literatura podstawowa:</w:t>
            </w:r>
            <w:r w:rsidRPr="004775D9">
              <w:rPr>
                <w:rFonts w:ascii="Corbel" w:hAnsi="Corbel"/>
              </w:rPr>
              <w:t xml:space="preserve"> </w:t>
            </w:r>
          </w:p>
          <w:p w14:paraId="68E9A7BF" w14:textId="793833DF" w:rsidR="003B6416" w:rsidRPr="004775D9" w:rsidRDefault="003B6416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Wrotek W., Office 2021, Wydaw. Helion, Gliwice 2022</w:t>
            </w:r>
            <w:r w:rsidR="00FE4D19" w:rsidRPr="004775D9">
              <w:rPr>
                <w:rFonts w:ascii="Corbel" w:hAnsi="Corbel"/>
              </w:rPr>
              <w:t>.</w:t>
            </w:r>
          </w:p>
          <w:p w14:paraId="69E8066B" w14:textId="58133C54" w:rsidR="005D3838" w:rsidRPr="004775D9" w:rsidRDefault="009E4688" w:rsidP="00FE4D19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Karaś P.</w:t>
            </w:r>
            <w:r w:rsidR="005D3838" w:rsidRPr="004775D9">
              <w:rPr>
                <w:rFonts w:ascii="Corbel" w:hAnsi="Corbel"/>
              </w:rPr>
              <w:t xml:space="preserve">, </w:t>
            </w:r>
            <w:r w:rsidR="005D3838" w:rsidRPr="004775D9">
              <w:rPr>
                <w:rFonts w:ascii="Corbel" w:hAnsi="Corbel"/>
                <w:i/>
              </w:rPr>
              <w:t>Platformy e-</w:t>
            </w:r>
            <w:r w:rsidR="00971084" w:rsidRPr="004775D9">
              <w:rPr>
                <w:rFonts w:ascii="Corbel" w:hAnsi="Corbel"/>
                <w:i/>
              </w:rPr>
              <w:t>learningowe</w:t>
            </w:r>
            <w:r w:rsidR="005D3838" w:rsidRPr="004775D9">
              <w:rPr>
                <w:rFonts w:ascii="Corbel" w:hAnsi="Corbel"/>
                <w:i/>
              </w:rPr>
              <w:t xml:space="preserve"> w systemie edukacji. Stan aktualny i perspektywy rozwoju,</w:t>
            </w:r>
            <w:r w:rsidR="005D3838" w:rsidRPr="004775D9">
              <w:rPr>
                <w:rFonts w:ascii="Corbel" w:hAnsi="Corbel"/>
              </w:rPr>
              <w:t xml:space="preserve"> Wydaw. </w:t>
            </w:r>
            <w:r w:rsidR="00971084" w:rsidRPr="004775D9">
              <w:rPr>
                <w:rFonts w:ascii="Corbel" w:hAnsi="Corbel"/>
              </w:rPr>
              <w:t>Uniwersytet</w:t>
            </w:r>
            <w:r w:rsidR="005D3838" w:rsidRPr="004775D9">
              <w:rPr>
                <w:rFonts w:ascii="Corbel" w:hAnsi="Corbel"/>
              </w:rPr>
              <w:t xml:space="preserve"> Rzeszowski, Rzeszów</w:t>
            </w:r>
            <w:r w:rsidR="00971084" w:rsidRPr="004775D9">
              <w:rPr>
                <w:rFonts w:ascii="Corbel" w:hAnsi="Corbel"/>
              </w:rPr>
              <w:t xml:space="preserve"> 2022.</w:t>
            </w:r>
          </w:p>
          <w:p w14:paraId="3ADDD599" w14:textId="009D59D0" w:rsidR="00FE4D19" w:rsidRPr="004775D9" w:rsidRDefault="00FE4D19" w:rsidP="00FE4D19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 xml:space="preserve">Wrońska M., </w:t>
            </w:r>
            <w:r w:rsidRPr="004775D9">
              <w:rPr>
                <w:rFonts w:ascii="Corbel" w:hAnsi="Corbel"/>
                <w:i/>
              </w:rPr>
              <w:t>Technologie informacyjne w edukacji – Stan obecny i perspektywy ich zastosowania</w:t>
            </w:r>
            <w:r w:rsidRPr="004775D9">
              <w:rPr>
                <w:rFonts w:ascii="Corbel" w:hAnsi="Corbel"/>
              </w:rPr>
              <w:t xml:space="preserve">, </w:t>
            </w:r>
            <w:r w:rsidRPr="004775D9">
              <w:t>LUBELSKI ROCZNIK PEDAGOGICZNY T. XXXVI, z. 4 – 2017, s.11-20</w:t>
            </w:r>
            <w:r w:rsidR="008E635E" w:rsidRPr="004775D9">
              <w:t>.</w:t>
            </w:r>
          </w:p>
          <w:p w14:paraId="772F667F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775D9">
              <w:rPr>
                <w:rFonts w:ascii="Corbel" w:hAnsi="Corbel"/>
              </w:rPr>
              <w:t>Gogołek</w:t>
            </w:r>
            <w:proofErr w:type="spellEnd"/>
            <w:r w:rsidRPr="004775D9">
              <w:rPr>
                <w:rFonts w:ascii="Corbel" w:hAnsi="Corbel"/>
              </w:rPr>
              <w:t xml:space="preserve"> W., </w:t>
            </w:r>
            <w:r w:rsidRPr="004775D9">
              <w:rPr>
                <w:rFonts w:ascii="Corbel" w:hAnsi="Corbel"/>
                <w:i/>
                <w:iCs/>
              </w:rPr>
              <w:t>Informatyka dla humanistów</w:t>
            </w:r>
            <w:r w:rsidRPr="004775D9">
              <w:rPr>
                <w:rFonts w:ascii="Corbel" w:hAnsi="Corbel"/>
              </w:rPr>
              <w:t>, wyd. Kropki trzy, Warszawa 2012;</w:t>
            </w:r>
          </w:p>
          <w:p w14:paraId="71383D53" w14:textId="77777777" w:rsidR="003B6416" w:rsidRPr="004775D9" w:rsidRDefault="003B6416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7C0EA2FC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Strony internetowe:</w:t>
            </w:r>
          </w:p>
          <w:p w14:paraId="19197B1F" w14:textId="15E4131A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rFonts w:ascii="Corbel" w:hAnsi="Corbel"/>
              </w:rPr>
              <w:t>http://www.prezi.com</w:t>
            </w:r>
          </w:p>
          <w:p w14:paraId="01951E25" w14:textId="77777777" w:rsidR="00AD3FE4" w:rsidRPr="004775D9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4775D9">
              <w:rPr>
                <w:u w:val="single"/>
              </w:rPr>
              <w:t>https://www.eureka.ur.edu.pl</w:t>
            </w:r>
          </w:p>
        </w:tc>
      </w:tr>
      <w:tr w:rsidR="00AD3FE4" w:rsidRPr="004775D9" w14:paraId="3D7CD273" w14:textId="77777777" w:rsidTr="00AD3FE4">
        <w:tc>
          <w:tcPr>
            <w:tcW w:w="7513" w:type="dxa"/>
          </w:tcPr>
          <w:p w14:paraId="5DCED694" w14:textId="77777777" w:rsidR="00AD3FE4" w:rsidRPr="004775D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75D9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4B3B6E9" w14:textId="3BB6B6A9" w:rsidR="00AD3FE4" w:rsidRPr="004775D9" w:rsidRDefault="00971084" w:rsidP="00550FDC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proofErr w:type="spellStart"/>
            <w:r w:rsidRPr="004775D9">
              <w:rPr>
                <w:rFonts w:ascii="Corbel" w:hAnsi="Corbel"/>
              </w:rPr>
              <w:t>Jędrzejko</w:t>
            </w:r>
            <w:proofErr w:type="spellEnd"/>
            <w:r w:rsidR="00550FDC" w:rsidRPr="004775D9">
              <w:rPr>
                <w:rFonts w:ascii="Corbel" w:hAnsi="Corbel"/>
              </w:rPr>
              <w:t xml:space="preserve"> M.Z., Taper A., Kozłowski T., </w:t>
            </w:r>
            <w:proofErr w:type="spellStart"/>
            <w:r w:rsidR="00550FDC" w:rsidRPr="004775D9">
              <w:rPr>
                <w:rFonts w:ascii="Corbel" w:hAnsi="Corbel"/>
                <w:i/>
              </w:rPr>
              <w:t>Cyberzaburzenia</w:t>
            </w:r>
            <w:proofErr w:type="spellEnd"/>
            <w:r w:rsidR="00550FDC" w:rsidRPr="004775D9">
              <w:rPr>
                <w:rFonts w:ascii="Corbel" w:hAnsi="Corbel"/>
                <w:i/>
              </w:rPr>
              <w:t xml:space="preserve">, </w:t>
            </w:r>
            <w:proofErr w:type="spellStart"/>
            <w:r w:rsidR="00550FDC" w:rsidRPr="004775D9">
              <w:rPr>
                <w:rFonts w:ascii="Corbel" w:hAnsi="Corbel"/>
                <w:i/>
              </w:rPr>
              <w:t>cyberuzależnienia</w:t>
            </w:r>
            <w:proofErr w:type="spellEnd"/>
            <w:r w:rsidR="00550FDC" w:rsidRPr="004775D9">
              <w:rPr>
                <w:rFonts w:ascii="Corbel" w:hAnsi="Corbel"/>
                <w:i/>
              </w:rPr>
              <w:t>. Mechanizmy i diagnoza</w:t>
            </w:r>
            <w:r w:rsidR="00550FDC" w:rsidRPr="004775D9">
              <w:rPr>
                <w:rFonts w:ascii="Corbel" w:hAnsi="Corbel"/>
              </w:rPr>
              <w:t>, Warszawa-Ostrowiec Świętokrzyski 2020.</w:t>
            </w:r>
          </w:p>
        </w:tc>
      </w:tr>
    </w:tbl>
    <w:p w14:paraId="78A25C64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BF67A3" w14:textId="77777777" w:rsidR="0085747A" w:rsidRPr="004775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F77CB4" w14:textId="77777777" w:rsidR="0085747A" w:rsidRPr="004775D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775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775D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8DA03" w14:textId="77777777" w:rsidR="00A636B6" w:rsidRDefault="00A636B6" w:rsidP="00C16ABF">
      <w:pPr>
        <w:spacing w:after="0" w:line="240" w:lineRule="auto"/>
      </w:pPr>
      <w:r>
        <w:separator/>
      </w:r>
    </w:p>
  </w:endnote>
  <w:endnote w:type="continuationSeparator" w:id="0">
    <w:p w14:paraId="7C9C52A0" w14:textId="77777777" w:rsidR="00A636B6" w:rsidRDefault="00A636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32ECC" w14:textId="77777777" w:rsidR="00A636B6" w:rsidRDefault="00A636B6" w:rsidP="00C16ABF">
      <w:pPr>
        <w:spacing w:after="0" w:line="240" w:lineRule="auto"/>
      </w:pPr>
      <w:r>
        <w:separator/>
      </w:r>
    </w:p>
  </w:footnote>
  <w:footnote w:type="continuationSeparator" w:id="0">
    <w:p w14:paraId="70FF4869" w14:textId="77777777" w:rsidR="00A636B6" w:rsidRDefault="00A636B6" w:rsidP="00C16ABF">
      <w:pPr>
        <w:spacing w:after="0" w:line="240" w:lineRule="auto"/>
      </w:pPr>
      <w:r>
        <w:continuationSeparator/>
      </w:r>
    </w:p>
  </w:footnote>
  <w:footnote w:id="1">
    <w:p w14:paraId="07BF1036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FB2D62"/>
    <w:multiLevelType w:val="multilevel"/>
    <w:tmpl w:val="71FC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9704129">
    <w:abstractNumId w:val="1"/>
  </w:num>
  <w:num w:numId="2" w16cid:durableId="441614264">
    <w:abstractNumId w:val="0"/>
  </w:num>
  <w:num w:numId="3" w16cid:durableId="141571076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2E1"/>
    <w:rsid w:val="000A296F"/>
    <w:rsid w:val="000A2A28"/>
    <w:rsid w:val="000B192D"/>
    <w:rsid w:val="000B28EE"/>
    <w:rsid w:val="000B3E37"/>
    <w:rsid w:val="000C30F5"/>
    <w:rsid w:val="000D04B0"/>
    <w:rsid w:val="000F0F6D"/>
    <w:rsid w:val="000F1C57"/>
    <w:rsid w:val="000F5615"/>
    <w:rsid w:val="00104B63"/>
    <w:rsid w:val="00124562"/>
    <w:rsid w:val="00124BFF"/>
    <w:rsid w:val="0012560E"/>
    <w:rsid w:val="00127108"/>
    <w:rsid w:val="00134B13"/>
    <w:rsid w:val="00146BC0"/>
    <w:rsid w:val="00153C41"/>
    <w:rsid w:val="00154381"/>
    <w:rsid w:val="00156E3D"/>
    <w:rsid w:val="001640A7"/>
    <w:rsid w:val="00164FA7"/>
    <w:rsid w:val="00166A03"/>
    <w:rsid w:val="001718A7"/>
    <w:rsid w:val="001737CF"/>
    <w:rsid w:val="00173F8F"/>
    <w:rsid w:val="00176083"/>
    <w:rsid w:val="001770C7"/>
    <w:rsid w:val="001835A1"/>
    <w:rsid w:val="0018541A"/>
    <w:rsid w:val="00192F37"/>
    <w:rsid w:val="00193DD7"/>
    <w:rsid w:val="001A70D2"/>
    <w:rsid w:val="001B173B"/>
    <w:rsid w:val="001C7146"/>
    <w:rsid w:val="001D16C0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1C4A"/>
    <w:rsid w:val="00244ABC"/>
    <w:rsid w:val="00247C24"/>
    <w:rsid w:val="00252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7B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A25B5"/>
    <w:rsid w:val="003B641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15DE6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775D9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E3BD7"/>
    <w:rsid w:val="004F1551"/>
    <w:rsid w:val="004F55A3"/>
    <w:rsid w:val="0050496F"/>
    <w:rsid w:val="00513B6F"/>
    <w:rsid w:val="00517C63"/>
    <w:rsid w:val="0052191A"/>
    <w:rsid w:val="00526C94"/>
    <w:rsid w:val="005346A4"/>
    <w:rsid w:val="005363C4"/>
    <w:rsid w:val="00536BDE"/>
    <w:rsid w:val="00543ACC"/>
    <w:rsid w:val="00546400"/>
    <w:rsid w:val="00550FDC"/>
    <w:rsid w:val="00554EFB"/>
    <w:rsid w:val="0056696D"/>
    <w:rsid w:val="00573EF9"/>
    <w:rsid w:val="00574AD9"/>
    <w:rsid w:val="0059484D"/>
    <w:rsid w:val="005A0855"/>
    <w:rsid w:val="005A3196"/>
    <w:rsid w:val="005C080F"/>
    <w:rsid w:val="005C0ABC"/>
    <w:rsid w:val="005C55E5"/>
    <w:rsid w:val="005C696A"/>
    <w:rsid w:val="005D3838"/>
    <w:rsid w:val="005E1DBD"/>
    <w:rsid w:val="005E6E85"/>
    <w:rsid w:val="005F31D2"/>
    <w:rsid w:val="005F3972"/>
    <w:rsid w:val="0061029B"/>
    <w:rsid w:val="00617230"/>
    <w:rsid w:val="00621CE1"/>
    <w:rsid w:val="00627FC9"/>
    <w:rsid w:val="00634518"/>
    <w:rsid w:val="00637B29"/>
    <w:rsid w:val="00647FA8"/>
    <w:rsid w:val="00650C5F"/>
    <w:rsid w:val="00654934"/>
    <w:rsid w:val="006620D9"/>
    <w:rsid w:val="00671958"/>
    <w:rsid w:val="00675843"/>
    <w:rsid w:val="00696477"/>
    <w:rsid w:val="006B3A13"/>
    <w:rsid w:val="006C4DE1"/>
    <w:rsid w:val="006D050F"/>
    <w:rsid w:val="006D6139"/>
    <w:rsid w:val="006D6880"/>
    <w:rsid w:val="006E5B7C"/>
    <w:rsid w:val="006E5D65"/>
    <w:rsid w:val="006F1282"/>
    <w:rsid w:val="006F1FBC"/>
    <w:rsid w:val="006F2E3D"/>
    <w:rsid w:val="006F31E2"/>
    <w:rsid w:val="00705FAF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25EA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73A3E"/>
    <w:rsid w:val="00884922"/>
    <w:rsid w:val="008852DF"/>
    <w:rsid w:val="00885F64"/>
    <w:rsid w:val="0089023A"/>
    <w:rsid w:val="008914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35E"/>
    <w:rsid w:val="008E64F4"/>
    <w:rsid w:val="008F12C9"/>
    <w:rsid w:val="008F6E29"/>
    <w:rsid w:val="00916188"/>
    <w:rsid w:val="00923D7D"/>
    <w:rsid w:val="009508DF"/>
    <w:rsid w:val="00950DAC"/>
    <w:rsid w:val="009513C7"/>
    <w:rsid w:val="00954A07"/>
    <w:rsid w:val="009570D5"/>
    <w:rsid w:val="00971084"/>
    <w:rsid w:val="00997F14"/>
    <w:rsid w:val="009A78D9"/>
    <w:rsid w:val="009C1331"/>
    <w:rsid w:val="009C3E31"/>
    <w:rsid w:val="009C54AE"/>
    <w:rsid w:val="009C788E"/>
    <w:rsid w:val="009E3B41"/>
    <w:rsid w:val="009E4688"/>
    <w:rsid w:val="009F3C5C"/>
    <w:rsid w:val="009F4610"/>
    <w:rsid w:val="00A00ECC"/>
    <w:rsid w:val="00A0754A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36B6"/>
    <w:rsid w:val="00A645A4"/>
    <w:rsid w:val="00A83DDA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AF6370"/>
    <w:rsid w:val="00B06142"/>
    <w:rsid w:val="00B135B1"/>
    <w:rsid w:val="00B22E75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85711"/>
    <w:rsid w:val="00B90885"/>
    <w:rsid w:val="00B95F4B"/>
    <w:rsid w:val="00BA3B72"/>
    <w:rsid w:val="00BA3CDC"/>
    <w:rsid w:val="00BA4404"/>
    <w:rsid w:val="00BB520A"/>
    <w:rsid w:val="00BC7E33"/>
    <w:rsid w:val="00BD3869"/>
    <w:rsid w:val="00BD66E9"/>
    <w:rsid w:val="00BD6FF4"/>
    <w:rsid w:val="00BF2C41"/>
    <w:rsid w:val="00C00F1A"/>
    <w:rsid w:val="00C058B4"/>
    <w:rsid w:val="00C05F44"/>
    <w:rsid w:val="00C11902"/>
    <w:rsid w:val="00C131B5"/>
    <w:rsid w:val="00C16ABF"/>
    <w:rsid w:val="00C170AE"/>
    <w:rsid w:val="00C17DE1"/>
    <w:rsid w:val="00C26CB7"/>
    <w:rsid w:val="00C324C1"/>
    <w:rsid w:val="00C3532F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35D6"/>
    <w:rsid w:val="00CF6E53"/>
    <w:rsid w:val="00CF78ED"/>
    <w:rsid w:val="00D00E76"/>
    <w:rsid w:val="00D02B25"/>
    <w:rsid w:val="00D02EBA"/>
    <w:rsid w:val="00D1266F"/>
    <w:rsid w:val="00D12936"/>
    <w:rsid w:val="00D17630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77137"/>
    <w:rsid w:val="00D8075B"/>
    <w:rsid w:val="00D8678B"/>
    <w:rsid w:val="00DA2114"/>
    <w:rsid w:val="00DE09C0"/>
    <w:rsid w:val="00DE4A14"/>
    <w:rsid w:val="00DF320D"/>
    <w:rsid w:val="00DF71C8"/>
    <w:rsid w:val="00E129B8"/>
    <w:rsid w:val="00E20E8C"/>
    <w:rsid w:val="00E21E7D"/>
    <w:rsid w:val="00E22FBC"/>
    <w:rsid w:val="00E24BF5"/>
    <w:rsid w:val="00E25338"/>
    <w:rsid w:val="00E260B5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B3BA5"/>
    <w:rsid w:val="00EB7359"/>
    <w:rsid w:val="00EC4899"/>
    <w:rsid w:val="00ED03AB"/>
    <w:rsid w:val="00ED32D2"/>
    <w:rsid w:val="00EE2355"/>
    <w:rsid w:val="00EE2F50"/>
    <w:rsid w:val="00EE32DE"/>
    <w:rsid w:val="00EE3986"/>
    <w:rsid w:val="00EE5457"/>
    <w:rsid w:val="00EF06CA"/>
    <w:rsid w:val="00F070AB"/>
    <w:rsid w:val="00F1625A"/>
    <w:rsid w:val="00F17567"/>
    <w:rsid w:val="00F27A7B"/>
    <w:rsid w:val="00F526AF"/>
    <w:rsid w:val="00F617C3"/>
    <w:rsid w:val="00F7066B"/>
    <w:rsid w:val="00F775FC"/>
    <w:rsid w:val="00F83B28"/>
    <w:rsid w:val="00FA46E5"/>
    <w:rsid w:val="00FB2D92"/>
    <w:rsid w:val="00FB7DBA"/>
    <w:rsid w:val="00FC1C25"/>
    <w:rsid w:val="00FC3F45"/>
    <w:rsid w:val="00FD3375"/>
    <w:rsid w:val="00FD503F"/>
    <w:rsid w:val="00FD7589"/>
    <w:rsid w:val="00FE4D1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EDAA"/>
  <w15:docId w15:val="{5DB22289-54AF-4C82-B6BD-026B7C77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3A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3A3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3E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C11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5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25FE6-F33A-42BB-A2FB-AA516967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2020-10-13T08:19:00Z</cp:lastPrinted>
  <dcterms:created xsi:type="dcterms:W3CDTF">2024-09-20T06:10:00Z</dcterms:created>
  <dcterms:modified xsi:type="dcterms:W3CDTF">2024-09-20T06:10:00Z</dcterms:modified>
</cp:coreProperties>
</file>